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25C09" w14:textId="4B2B4694" w:rsidR="00263252" w:rsidRDefault="00443B47" w:rsidP="00443B47">
      <w:pPr>
        <w:pStyle w:val="Heading1"/>
      </w:pPr>
      <w:r>
        <w:t xml:space="preserve">Cool Maker </w:t>
      </w:r>
      <w:proofErr w:type="spellStart"/>
      <w:r>
        <w:t>KumiKreator</w:t>
      </w:r>
      <w:proofErr w:type="spellEnd"/>
      <w:r>
        <w:t xml:space="preserve"> Friendship Bracelet Maker – Quick &amp; Easy Activity Kit for Kids Ages 8 and Up</w:t>
      </w:r>
    </w:p>
    <w:p w14:paraId="563F80C5" w14:textId="7BFF531A" w:rsidR="00987BA5" w:rsidRDefault="00987BA5" w:rsidP="002464EA">
      <w:pPr>
        <w:rPr>
          <w:szCs w:val="24"/>
        </w:rPr>
      </w:pPr>
      <w:hyperlink r:id="rId4" w:history="1">
        <w:r w:rsidRPr="002464EA">
          <w:rPr>
            <w:rStyle w:val="Hyperlink"/>
            <w:b/>
            <w:bCs/>
            <w:szCs w:val="24"/>
          </w:rPr>
          <w:t>https://www.amazon.com/dp/B07B4CJFK9/</w:t>
        </w:r>
      </w:hyperlink>
    </w:p>
    <w:p w14:paraId="0D2401B6" w14:textId="396260EF" w:rsidR="002464EA" w:rsidRDefault="002464EA" w:rsidP="002464EA">
      <w:pPr>
        <w:rPr>
          <w:szCs w:val="24"/>
        </w:rPr>
      </w:pPr>
    </w:p>
    <w:p w14:paraId="0E2D850C" w14:textId="0215D92E" w:rsidR="002464EA" w:rsidRDefault="00F22904" w:rsidP="002464EA">
      <w:pPr>
        <w:rPr>
          <w:szCs w:val="24"/>
        </w:rPr>
      </w:pPr>
      <w:r>
        <w:rPr>
          <w:szCs w:val="24"/>
        </w:rPr>
        <w:t xml:space="preserve">All young girls love to get creative, so why not treat her to this awesome friendship bracelet maker? </w:t>
      </w:r>
    </w:p>
    <w:p w14:paraId="1B3968D8" w14:textId="28DCFA16" w:rsidR="00F22904" w:rsidRDefault="00F22904" w:rsidP="002464EA">
      <w:pPr>
        <w:rPr>
          <w:szCs w:val="24"/>
        </w:rPr>
      </w:pPr>
      <w:r>
        <w:rPr>
          <w:szCs w:val="24"/>
        </w:rPr>
        <w:t xml:space="preserve">Designed to be extremely easy to use, this fun kit is suitable for kids aged 8 and over. It is inspired by the Japanese technique used to braid beads and cords, yet unlike the traditional practice, this is </w:t>
      </w:r>
      <w:proofErr w:type="gramStart"/>
      <w:r>
        <w:rPr>
          <w:szCs w:val="24"/>
        </w:rPr>
        <w:t>really simple</w:t>
      </w:r>
      <w:proofErr w:type="gramEnd"/>
      <w:r>
        <w:rPr>
          <w:szCs w:val="24"/>
        </w:rPr>
        <w:t xml:space="preserve"> for your child to use.</w:t>
      </w:r>
    </w:p>
    <w:p w14:paraId="4072D5D0" w14:textId="54BEAAFF" w:rsidR="00F22904" w:rsidRDefault="00421BC9" w:rsidP="00421BC9">
      <w:pPr>
        <w:pStyle w:val="Heading2"/>
      </w:pPr>
      <w:r>
        <w:t>Create up to 10 unique bracelets</w:t>
      </w:r>
    </w:p>
    <w:p w14:paraId="31B2EA01" w14:textId="0624B531" w:rsidR="00421BC9" w:rsidRDefault="00421BC9" w:rsidP="00421BC9"/>
    <w:p w14:paraId="4947C2C3" w14:textId="563C8624" w:rsidR="008810A0" w:rsidRDefault="008810A0" w:rsidP="00421BC9">
      <w:r>
        <w:t xml:space="preserve">The Cool Maker </w:t>
      </w:r>
      <w:proofErr w:type="spellStart"/>
      <w:r>
        <w:t>KumiKreator</w:t>
      </w:r>
      <w:proofErr w:type="spellEnd"/>
      <w:r>
        <w:t xml:space="preserve"> Friendship Bracelet Maker enables you to create up to 10 different bracelets. There </w:t>
      </w:r>
      <w:r w:rsidR="008F4537">
        <w:t>are</w:t>
      </w:r>
      <w:r>
        <w:t xml:space="preserve"> an incredible 88 spools of thread included in the kit, giving your child so many different customizable options. You can also choose whether to create 8 or 12 strand bracelets. </w:t>
      </w:r>
    </w:p>
    <w:p w14:paraId="6AF2EE6A" w14:textId="2FDF5712" w:rsidR="008F4537" w:rsidRDefault="008F4537" w:rsidP="00421BC9">
      <w:r>
        <w:t xml:space="preserve">To give your child a little inspiration, there’s a design booklet included too. This will show them how to create the different types of bracelets. </w:t>
      </w:r>
    </w:p>
    <w:p w14:paraId="0E03C256" w14:textId="40FFB84F" w:rsidR="00421BC9" w:rsidRDefault="00421BC9" w:rsidP="00421BC9">
      <w:pPr>
        <w:pStyle w:val="Heading2"/>
      </w:pPr>
      <w:r>
        <w:t>Quick and simple to use</w:t>
      </w:r>
    </w:p>
    <w:p w14:paraId="2D4E88EA" w14:textId="261C2CDA" w:rsidR="00421BC9" w:rsidRDefault="00421BC9" w:rsidP="00421BC9"/>
    <w:p w14:paraId="21F15C79" w14:textId="6C89A7E4" w:rsidR="008F4537" w:rsidRDefault="00A55C6E" w:rsidP="00421BC9">
      <w:r>
        <w:t xml:space="preserve">This kit is by far one of the simplest on the market. All your child needs to do is load the machine up with their chosen spools of thread, spin it and watch it develop in front of their very eyes. </w:t>
      </w:r>
    </w:p>
    <w:p w14:paraId="77FAD4E7" w14:textId="698C970D" w:rsidR="00A55C6E" w:rsidRDefault="006B1016" w:rsidP="00421BC9">
      <w:r>
        <w:t xml:space="preserve">There won’t be any knots to worry about and as it is quick and simple to use, your child won’t get frustrated trying to create the bracelets. The only challenge they’ll face is deciding what style of bracelet to create. </w:t>
      </w:r>
    </w:p>
    <w:p w14:paraId="1BA1B4AE" w14:textId="422FFB81" w:rsidR="00421BC9" w:rsidRDefault="00421BC9" w:rsidP="00421BC9">
      <w:pPr>
        <w:pStyle w:val="Heading2"/>
      </w:pPr>
      <w:r>
        <w:t>Enabling her to accessorize any outfit</w:t>
      </w:r>
    </w:p>
    <w:p w14:paraId="45D04C2B" w14:textId="46DD598D" w:rsidR="00421BC9" w:rsidRDefault="00421BC9" w:rsidP="00421BC9"/>
    <w:p w14:paraId="34578B55" w14:textId="77777777" w:rsidR="006F53C2" w:rsidRDefault="00223627" w:rsidP="00421BC9">
      <w:r>
        <w:t xml:space="preserve">While the kit is designed to create friendship bracelets, your child can also make bracelets just for them. They can stack </w:t>
      </w:r>
      <w:r>
        <w:lastRenderedPageBreak/>
        <w:t xml:space="preserve">them, wrap them or share them. This means, they could potentially create bracelets to customize their outfits. This makes it an especially great gift for the budding fashionista. </w:t>
      </w:r>
    </w:p>
    <w:p w14:paraId="34C14A5E" w14:textId="1B422898" w:rsidR="00223627" w:rsidRDefault="006F53C2" w:rsidP="00421BC9">
      <w:r>
        <w:t>She’ll have hours of fun coming up with her own designs and when she’s done, she can show them off to all her friends.</w:t>
      </w:r>
      <w:r w:rsidR="001D4317">
        <w:t xml:space="preserve"> What’s great about this set, is it’s cheaper for your child to make their own bracelets than it would to buy them pre-made. So, you could also save yourself a lot of money in the long-term. </w:t>
      </w:r>
      <w:bookmarkStart w:id="0" w:name="_GoBack"/>
      <w:bookmarkEnd w:id="0"/>
      <w:r w:rsidR="00223627">
        <w:t xml:space="preserve"> </w:t>
      </w:r>
    </w:p>
    <w:p w14:paraId="1C8B38CA" w14:textId="1B303B76" w:rsidR="00421BC9" w:rsidRDefault="00421BC9" w:rsidP="00421BC9">
      <w:pPr>
        <w:pStyle w:val="Heading2"/>
      </w:pPr>
      <w:r>
        <w:t>Refill kits are available</w:t>
      </w:r>
    </w:p>
    <w:p w14:paraId="2465D29F" w14:textId="4CB9A027" w:rsidR="00421BC9" w:rsidRDefault="00421BC9" w:rsidP="00421BC9"/>
    <w:p w14:paraId="0841DE26" w14:textId="1B4B98B8" w:rsidR="006F53C2" w:rsidRDefault="006F53C2" w:rsidP="00421BC9">
      <w:r>
        <w:t>While the kit allows you to create 10 bracelets, the fun doesn’t stop there. There are plenty of great refill kits available, including a large</w:t>
      </w:r>
      <w:r w:rsidR="001D4317">
        <w:t>r</w:t>
      </w:r>
      <w:r>
        <w:t xml:space="preserve"> range of different colors. </w:t>
      </w:r>
    </w:p>
    <w:p w14:paraId="00AA4587" w14:textId="0E6DB738" w:rsidR="006F53C2" w:rsidRDefault="006F53C2" w:rsidP="00421BC9">
      <w:r>
        <w:t xml:space="preserve">The initial kit comes with just 5 different colors. So, investing in the refill thread packs enables you to build up your child’s color collection, giving them the opportunity to create even more dazzling designs. </w:t>
      </w:r>
    </w:p>
    <w:p w14:paraId="221AAACC" w14:textId="0D2338ED" w:rsidR="00FA2978" w:rsidRPr="00421BC9" w:rsidRDefault="00FA2978" w:rsidP="00421BC9">
      <w:r>
        <w:t xml:space="preserve">This Cool Maker </w:t>
      </w:r>
      <w:proofErr w:type="spellStart"/>
      <w:r>
        <w:t>KumiKreator</w:t>
      </w:r>
      <w:proofErr w:type="spellEnd"/>
      <w:r>
        <w:t xml:space="preserve"> Friendship Bracelet Maker is a fantastic gift for your daughter, granddaughter</w:t>
      </w:r>
      <w:r w:rsidR="001D4317">
        <w:t xml:space="preserve"> </w:t>
      </w:r>
      <w:r>
        <w:t>or niece.</w:t>
      </w:r>
      <w:r w:rsidR="001D4317">
        <w:t xml:space="preserve"> If she’s the creative type, she’s sure to love and appreciate this gift set. Once you’ve seen it in action, you may even enjoy trying it out!</w:t>
      </w:r>
      <w:r>
        <w:t xml:space="preserve"> </w:t>
      </w:r>
    </w:p>
    <w:p w14:paraId="10E9B158" w14:textId="590C2279" w:rsidR="00987BA5" w:rsidRDefault="00987BA5" w:rsidP="00987BA5">
      <w:pPr>
        <w:rPr>
          <w:b/>
          <w:bCs/>
          <w:sz w:val="32"/>
          <w:szCs w:val="32"/>
        </w:rPr>
      </w:pPr>
    </w:p>
    <w:p w14:paraId="419364DB" w14:textId="77777777" w:rsidR="004512B8" w:rsidRPr="00987BA5" w:rsidRDefault="004512B8" w:rsidP="00987BA5"/>
    <w:p w14:paraId="76F20938" w14:textId="77777777" w:rsidR="00987BA5" w:rsidRPr="00987BA5" w:rsidRDefault="00987BA5" w:rsidP="00987BA5"/>
    <w:sectPr w:rsidR="00987BA5" w:rsidRPr="00987B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cwMjC0MDAzMTM3NDdR0lEKTi0uzszPAykwrAUAFTs2RSwAAAA="/>
  </w:docVars>
  <w:rsids>
    <w:rsidRoot w:val="00EC00B5"/>
    <w:rsid w:val="001D4317"/>
    <w:rsid w:val="00223627"/>
    <w:rsid w:val="002464EA"/>
    <w:rsid w:val="00263252"/>
    <w:rsid w:val="00272F6D"/>
    <w:rsid w:val="00421BC9"/>
    <w:rsid w:val="00443B47"/>
    <w:rsid w:val="004512B8"/>
    <w:rsid w:val="006B1016"/>
    <w:rsid w:val="006F53C2"/>
    <w:rsid w:val="00811AB8"/>
    <w:rsid w:val="008810A0"/>
    <w:rsid w:val="008F4537"/>
    <w:rsid w:val="00987BA5"/>
    <w:rsid w:val="00A55C6E"/>
    <w:rsid w:val="00EC00B5"/>
    <w:rsid w:val="00F22904"/>
    <w:rsid w:val="00F830F9"/>
    <w:rsid w:val="00FA29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E39FE"/>
  <w15:chartTrackingRefBased/>
  <w15:docId w15:val="{58C94CC1-2D0C-4F99-89B9-416C2CB93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rsid w:val="00F830F9"/>
    <w:rPr>
      <w:rFonts w:ascii="Courier New" w:eastAsiaTheme="majorEastAsia" w:hAnsi="Courier New" w:cstheme="majorBidi"/>
      <w:b/>
      <w:color w:val="000000" w:themeColor="text1"/>
      <w:sz w:val="26"/>
      <w:szCs w:val="26"/>
    </w:rPr>
  </w:style>
  <w:style w:type="character" w:styleId="Hyperlink">
    <w:name w:val="Hyperlink"/>
    <w:basedOn w:val="DefaultParagraphFont"/>
    <w:uiPriority w:val="99"/>
    <w:unhideWhenUsed/>
    <w:rsid w:val="00987BA5"/>
    <w:rPr>
      <w:color w:val="0563C1" w:themeColor="hyperlink"/>
      <w:u w:val="single"/>
    </w:rPr>
  </w:style>
  <w:style w:type="character" w:styleId="UnresolvedMention">
    <w:name w:val="Unresolved Mention"/>
    <w:basedOn w:val="DefaultParagraphFont"/>
    <w:uiPriority w:val="99"/>
    <w:semiHidden/>
    <w:unhideWhenUsed/>
    <w:rsid w:val="00987B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mazon.com/dp/B07B4CJFK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Cool Maker KumiKreator Friendship Bracelet Maker </Template>
  <TotalTime>19</TotalTime>
  <Pages>2</Pages>
  <Words>416</Words>
  <Characters>2376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Aimee Rogers</cp:lastModifiedBy>
  <cp:revision>13</cp:revision>
  <dcterms:created xsi:type="dcterms:W3CDTF">2018-11-28T12:52:00Z</dcterms:created>
  <dcterms:modified xsi:type="dcterms:W3CDTF">2018-11-28T15:31:00Z</dcterms:modified>
</cp:coreProperties>
</file>